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1DD" w:rsidRDefault="00B061DD">
      <w:r>
        <w:t>3-D Exhibit model checklist</w:t>
      </w:r>
    </w:p>
    <w:p w:rsidR="00B061DD" w:rsidRDefault="00B061DD">
      <w:r>
        <w:t>Scale of model is appropriate</w:t>
      </w:r>
    </w:p>
    <w:p w:rsidR="00B061DD" w:rsidRDefault="00B061DD">
      <w:r>
        <w:t>Model is 3 dimensional</w:t>
      </w:r>
    </w:p>
    <w:p w:rsidR="00B061DD" w:rsidRDefault="00B061DD">
      <w:r>
        <w:t>Exhibit entrance and exit are shown</w:t>
      </w:r>
      <w:bookmarkStart w:id="0" w:name="_GoBack"/>
      <w:bookmarkEnd w:id="0"/>
    </w:p>
    <w:p w:rsidR="00B061DD" w:rsidRDefault="00B061DD">
      <w:r>
        <w:t>A minimum of 3 Plant species which are found in this ecosystem are included</w:t>
      </w:r>
    </w:p>
    <w:p w:rsidR="00B061DD" w:rsidRDefault="00B061DD">
      <w:r>
        <w:t>Major animal(s) and minor animal(s) are present</w:t>
      </w:r>
    </w:p>
    <w:p w:rsidR="00B061DD" w:rsidRDefault="00B061DD">
      <w:r>
        <w:t>Visitor viewing platforms are present</w:t>
      </w:r>
    </w:p>
    <w:p w:rsidR="00B061DD" w:rsidRDefault="00B061DD">
      <w:r>
        <w:t>Walkways through exhibit are present if appropriate</w:t>
      </w:r>
    </w:p>
    <w:p w:rsidR="00B061DD" w:rsidRDefault="00B061DD">
      <w:r>
        <w:t>Off exhibit holdings are included</w:t>
      </w:r>
    </w:p>
    <w:p w:rsidR="00B061DD" w:rsidRDefault="00B061DD">
      <w:r>
        <w:t>Animal route on and off exhibit is included</w:t>
      </w:r>
    </w:p>
    <w:p w:rsidR="00B061DD" w:rsidRDefault="00B061DD">
      <w:r>
        <w:t>Safety features are included (fences etc)</w:t>
      </w:r>
    </w:p>
    <w:p w:rsidR="00B061DD" w:rsidRDefault="00B061DD">
      <w:r>
        <w:t>Keeper access is shown</w:t>
      </w:r>
    </w:p>
    <w:p w:rsidR="00B061DD" w:rsidRDefault="00B061DD">
      <w:r>
        <w:t>Position of educational displays is shown</w:t>
      </w:r>
    </w:p>
    <w:p w:rsidR="00B061DD" w:rsidRDefault="00B061DD">
      <w:r>
        <w:t>Model is realistic, colorful and creative</w:t>
      </w:r>
    </w:p>
    <w:p w:rsidR="00B061DD" w:rsidRDefault="00B061DD"/>
    <w:sectPr w:rsidR="00B061DD" w:rsidSect="004B0B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0D43"/>
    <w:rsid w:val="001E6359"/>
    <w:rsid w:val="00283D59"/>
    <w:rsid w:val="004B0BD5"/>
    <w:rsid w:val="006608F2"/>
    <w:rsid w:val="00832DC6"/>
    <w:rsid w:val="009C3EBB"/>
    <w:rsid w:val="00A95522"/>
    <w:rsid w:val="00B061DD"/>
    <w:rsid w:val="00DB0D43"/>
    <w:rsid w:val="00EE7693"/>
    <w:rsid w:val="00F33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BD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F992EC28611349A9CBD8DEFA8AAFB4" ma:contentTypeVersion="0" ma:contentTypeDescription="Create a new document." ma:contentTypeScope="" ma:versionID="4e3f9da4e7f31683fc874a8dbda13c2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E000426-3B46-4A2B-B6BA-8EFD5E0FF7BD}"/>
</file>

<file path=customXml/itemProps2.xml><?xml version="1.0" encoding="utf-8"?>
<ds:datastoreItem xmlns:ds="http://schemas.openxmlformats.org/officeDocument/2006/customXml" ds:itemID="{D7BF35F0-D776-4CE2-8B86-05D2DE7A47A9}"/>
</file>

<file path=customXml/itemProps3.xml><?xml version="1.0" encoding="utf-8"?>
<ds:datastoreItem xmlns:ds="http://schemas.openxmlformats.org/officeDocument/2006/customXml" ds:itemID="{FCC0ED93-260E-495E-ADFF-37A09E866A14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1</Pages>
  <Words>83</Words>
  <Characters>476</Characters>
  <Application>Microsoft Office Outlook</Application>
  <DocSecurity>0</DocSecurity>
  <Lines>0</Lines>
  <Paragraphs>0</Paragraphs>
  <ScaleCrop>false</ScaleCrop>
  <Company>DMPS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Nsereko Wantate, Noreen</dc:creator>
  <cp:keywords/>
  <dc:description/>
  <cp:lastModifiedBy>L-Net</cp:lastModifiedBy>
  <cp:revision>3</cp:revision>
  <dcterms:created xsi:type="dcterms:W3CDTF">2011-09-23T18:37:00Z</dcterms:created>
  <dcterms:modified xsi:type="dcterms:W3CDTF">2011-09-29T17:41:00Z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0x010100C3F992EC28611349A9CBD8DEFA8AAFB4</vt:lpwstr>
  </property>
</Properties>
</file>