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0BF" w:rsidRPr="007F5501" w:rsidRDefault="00C210BF">
      <w:pPr>
        <w:rPr>
          <w:b/>
        </w:rPr>
      </w:pPr>
      <w:r w:rsidRPr="007F5501">
        <w:rPr>
          <w:b/>
        </w:rPr>
        <w:t xml:space="preserve">Population </w:t>
      </w:r>
      <w:bookmarkStart w:id="0" w:name="_GoBack"/>
      <w:bookmarkEnd w:id="0"/>
      <w:r w:rsidRPr="007F5501">
        <w:rPr>
          <w:b/>
        </w:rPr>
        <w:t>Unit Test Study Guide</w:t>
      </w:r>
      <w:r w:rsidRPr="007F5501">
        <w:rPr>
          <w:b/>
        </w:rPr>
        <w:tab/>
        <w:t>Chapter 8 and 9</w:t>
      </w:r>
    </w:p>
    <w:p w:rsidR="00C210BF" w:rsidRDefault="00C210BF" w:rsidP="00F34D53">
      <w:pPr>
        <w:pStyle w:val="ListParagraph"/>
        <w:numPr>
          <w:ilvl w:val="0"/>
          <w:numId w:val="1"/>
        </w:numPr>
      </w:pPr>
      <w:r>
        <w:t>Define competition:</w:t>
      </w:r>
    </w:p>
    <w:p w:rsidR="00C210BF" w:rsidRDefault="00C210BF" w:rsidP="00F34D53"/>
    <w:p w:rsidR="00C210BF" w:rsidRDefault="00C210BF" w:rsidP="00F34D53">
      <w:pPr>
        <w:pStyle w:val="ListParagraph"/>
        <w:numPr>
          <w:ilvl w:val="0"/>
          <w:numId w:val="1"/>
        </w:numPr>
      </w:pPr>
      <w:r>
        <w:t>Explain why there is always competition between individuals of the same species</w:t>
      </w:r>
    </w:p>
    <w:p w:rsidR="00C210BF" w:rsidRDefault="00C210BF" w:rsidP="00F34D53">
      <w:pPr>
        <w:pStyle w:val="ListParagraph"/>
      </w:pPr>
    </w:p>
    <w:p w:rsidR="00C210BF" w:rsidRDefault="00C210BF" w:rsidP="00F34D53"/>
    <w:p w:rsidR="00C210BF" w:rsidRDefault="00C210BF" w:rsidP="00F34D53">
      <w:pPr>
        <w:pStyle w:val="ListParagraph"/>
      </w:pPr>
    </w:p>
    <w:p w:rsidR="00C210BF" w:rsidRDefault="00C210BF" w:rsidP="00F34D53">
      <w:pPr>
        <w:pStyle w:val="ListParagraph"/>
        <w:numPr>
          <w:ilvl w:val="0"/>
          <w:numId w:val="1"/>
        </w:numPr>
      </w:pPr>
      <w:r>
        <w:t>Define and sketch a graph that illustrates exponential growth</w:t>
      </w:r>
    </w:p>
    <w:p w:rsidR="00C210BF" w:rsidRDefault="00C210BF" w:rsidP="00F34D53"/>
    <w:p w:rsidR="00C210BF" w:rsidRDefault="00C210BF" w:rsidP="00F34D53"/>
    <w:p w:rsidR="00C210BF" w:rsidRDefault="00C210BF" w:rsidP="00F34D53"/>
    <w:p w:rsidR="00C210BF" w:rsidRDefault="00C210BF" w:rsidP="00F34D53"/>
    <w:p w:rsidR="00C210BF" w:rsidRDefault="00C210BF" w:rsidP="00F34D53"/>
    <w:p w:rsidR="00C210BF" w:rsidRDefault="00C210BF" w:rsidP="00F34D53"/>
    <w:p w:rsidR="00C210BF" w:rsidRDefault="00C210BF" w:rsidP="00F34D53">
      <w:pPr>
        <w:pStyle w:val="ListParagraph"/>
        <w:numPr>
          <w:ilvl w:val="0"/>
          <w:numId w:val="1"/>
        </w:numPr>
      </w:pPr>
      <w:r>
        <w:t>Define carrying capacity:</w:t>
      </w:r>
    </w:p>
    <w:p w:rsidR="00C210BF" w:rsidRDefault="00C210BF" w:rsidP="00F34D53"/>
    <w:p w:rsidR="00C210BF" w:rsidRDefault="00C210BF" w:rsidP="00F34D53">
      <w:pPr>
        <w:pStyle w:val="ListParagraph"/>
        <w:numPr>
          <w:ilvl w:val="0"/>
          <w:numId w:val="1"/>
        </w:numPr>
      </w:pPr>
      <w:r>
        <w:t>What factors might influence the carrying capacity of our planet for humans?</w:t>
      </w:r>
    </w:p>
    <w:p w:rsidR="00C210BF" w:rsidRDefault="00C210BF" w:rsidP="00F34D53">
      <w:pPr>
        <w:pStyle w:val="ListParagraph"/>
      </w:pPr>
    </w:p>
    <w:p w:rsidR="00C210BF" w:rsidRDefault="00C210BF" w:rsidP="00F34D53"/>
    <w:p w:rsidR="00C210BF" w:rsidRDefault="00C210BF" w:rsidP="00F34D53">
      <w:pPr>
        <w:pStyle w:val="ListParagraph"/>
      </w:pPr>
    </w:p>
    <w:p w:rsidR="00C210BF" w:rsidRDefault="00C210BF" w:rsidP="00F34D53">
      <w:pPr>
        <w:pStyle w:val="ListParagraph"/>
        <w:numPr>
          <w:ilvl w:val="0"/>
          <w:numId w:val="1"/>
        </w:numPr>
      </w:pPr>
      <w:r>
        <w:t>Write the equation used to calculate a population’s growth rate:</w:t>
      </w:r>
    </w:p>
    <w:p w:rsidR="00C210BF" w:rsidRDefault="00C210BF" w:rsidP="00F34D53"/>
    <w:p w:rsidR="00C210BF" w:rsidRDefault="00C210BF" w:rsidP="00F34D53">
      <w:pPr>
        <w:pStyle w:val="ListParagraph"/>
        <w:numPr>
          <w:ilvl w:val="0"/>
          <w:numId w:val="1"/>
        </w:numPr>
      </w:pPr>
      <w:r>
        <w:t>The study of human populations is called:_______________________</w:t>
      </w:r>
    </w:p>
    <w:p w:rsidR="00C210BF" w:rsidRDefault="00C210BF" w:rsidP="00F34D53">
      <w:pPr>
        <w:pStyle w:val="ListParagraph"/>
      </w:pPr>
    </w:p>
    <w:p w:rsidR="00C210BF" w:rsidRDefault="00C210BF" w:rsidP="00F34D53">
      <w:pPr>
        <w:pStyle w:val="ListParagraph"/>
        <w:numPr>
          <w:ilvl w:val="0"/>
          <w:numId w:val="1"/>
        </w:numPr>
      </w:pPr>
      <w:r>
        <w:t>Why has the human population grown rapidly in the 20</w:t>
      </w:r>
      <w:r w:rsidRPr="00F34D53">
        <w:rPr>
          <w:vertAlign w:val="superscript"/>
        </w:rPr>
        <w:t>th</w:t>
      </w:r>
      <w:r>
        <w:t xml:space="preserve"> Century</w:t>
      </w:r>
    </w:p>
    <w:p w:rsidR="00C210BF" w:rsidRDefault="00C210BF" w:rsidP="00F34D53">
      <w:pPr>
        <w:pStyle w:val="ListParagraph"/>
      </w:pPr>
    </w:p>
    <w:p w:rsidR="00C210BF" w:rsidRDefault="00C210BF" w:rsidP="00F34D53">
      <w:pPr>
        <w:pStyle w:val="ListParagraph"/>
        <w:numPr>
          <w:ilvl w:val="0"/>
          <w:numId w:val="1"/>
        </w:numPr>
      </w:pPr>
      <w:r>
        <w:t>What information can demographers get from a population pyramid?</w:t>
      </w:r>
    </w:p>
    <w:p w:rsidR="00C210BF" w:rsidRDefault="00C210BF" w:rsidP="00F34D53">
      <w:pPr>
        <w:pStyle w:val="ListParagraph"/>
      </w:pPr>
    </w:p>
    <w:p w:rsidR="00C210BF" w:rsidRDefault="00C210BF" w:rsidP="00F34D53"/>
    <w:p w:rsidR="00C210BF" w:rsidRDefault="00C210BF" w:rsidP="00F34D53">
      <w:pPr>
        <w:pStyle w:val="ListParagraph"/>
      </w:pPr>
    </w:p>
    <w:p w:rsidR="00C210BF" w:rsidRDefault="00C210BF" w:rsidP="00F34D53">
      <w:pPr>
        <w:pStyle w:val="ListParagraph"/>
        <w:numPr>
          <w:ilvl w:val="0"/>
          <w:numId w:val="1"/>
        </w:numPr>
      </w:pPr>
      <w:r>
        <w:t xml:space="preserve">Define the following: </w:t>
      </w:r>
    </w:p>
    <w:p w:rsidR="00C210BF" w:rsidRDefault="00C210BF" w:rsidP="00BB7C82">
      <w:pPr>
        <w:pStyle w:val="ListParagraph"/>
      </w:pPr>
      <w:r>
        <w:t>Age structure:</w:t>
      </w:r>
    </w:p>
    <w:p w:rsidR="00C210BF" w:rsidRDefault="00C210BF" w:rsidP="00BB7C82">
      <w:pPr>
        <w:pStyle w:val="ListParagraph"/>
      </w:pPr>
      <w:r>
        <w:t>Survivorship:</w:t>
      </w:r>
    </w:p>
    <w:p w:rsidR="00C210BF" w:rsidRDefault="00C210BF" w:rsidP="00BB7C82">
      <w:pPr>
        <w:pStyle w:val="ListParagraph"/>
      </w:pPr>
      <w:r>
        <w:t>Total fertility rate:</w:t>
      </w:r>
    </w:p>
    <w:p w:rsidR="00C210BF" w:rsidRDefault="00C210BF" w:rsidP="00BB7C82">
      <w:pPr>
        <w:pStyle w:val="ListParagraph"/>
      </w:pPr>
      <w:r>
        <w:t>Migration:</w:t>
      </w:r>
    </w:p>
    <w:p w:rsidR="00C210BF" w:rsidRDefault="00C210BF" w:rsidP="00BB7C82">
      <w:pPr>
        <w:pStyle w:val="ListParagraph"/>
      </w:pPr>
      <w:r>
        <w:t>Life expectancy:</w:t>
      </w:r>
    </w:p>
    <w:p w:rsidR="00C210BF" w:rsidRDefault="00C210BF" w:rsidP="00BB7C82">
      <w:pPr>
        <w:pStyle w:val="ListParagraph"/>
      </w:pPr>
      <w:r>
        <w:t>Infant mortality:</w:t>
      </w:r>
    </w:p>
    <w:p w:rsidR="00C210BF" w:rsidRDefault="00C210BF" w:rsidP="00546A04">
      <w:pPr>
        <w:pStyle w:val="ListParagraph"/>
      </w:pPr>
      <w:r>
        <w:t>The demographic transition:</w:t>
      </w:r>
    </w:p>
    <w:p w:rsidR="00C210BF" w:rsidRDefault="00C210BF" w:rsidP="00546A04">
      <w:pPr>
        <w:pStyle w:val="ListParagraph"/>
      </w:pPr>
    </w:p>
    <w:p w:rsidR="00C210BF" w:rsidRDefault="00C210BF" w:rsidP="00F34D53">
      <w:pPr>
        <w:pStyle w:val="ListParagraph"/>
        <w:numPr>
          <w:ilvl w:val="0"/>
          <w:numId w:val="1"/>
        </w:numPr>
      </w:pPr>
      <w:r>
        <w:t>Which three countries have the highest population?</w:t>
      </w:r>
    </w:p>
    <w:p w:rsidR="00C210BF" w:rsidRDefault="00C210BF" w:rsidP="00F34D53">
      <w:pPr>
        <w:pStyle w:val="ListParagraph"/>
      </w:pPr>
    </w:p>
    <w:p w:rsidR="00C210BF" w:rsidRDefault="00C210BF" w:rsidP="00F34D53">
      <w:pPr>
        <w:pStyle w:val="ListParagraph"/>
        <w:numPr>
          <w:ilvl w:val="0"/>
          <w:numId w:val="1"/>
        </w:numPr>
      </w:pPr>
      <w:r>
        <w:t>Which region of the world has the fastest rate of population growth?</w:t>
      </w:r>
    </w:p>
    <w:p w:rsidR="00C210BF" w:rsidRDefault="00C210BF" w:rsidP="007F5501">
      <w:pPr>
        <w:pStyle w:val="ListParagraph"/>
      </w:pPr>
    </w:p>
    <w:p w:rsidR="00C210BF" w:rsidRDefault="00C210BF" w:rsidP="00F34D53">
      <w:pPr>
        <w:pStyle w:val="ListParagraph"/>
        <w:numPr>
          <w:ilvl w:val="0"/>
          <w:numId w:val="1"/>
        </w:numPr>
      </w:pPr>
      <w:r>
        <w:t>Describe the consequences of rapid population growth</w:t>
      </w:r>
    </w:p>
    <w:p w:rsidR="00C210BF" w:rsidRDefault="00C210BF" w:rsidP="007F5501">
      <w:pPr>
        <w:pStyle w:val="ListParagraph"/>
      </w:pPr>
    </w:p>
    <w:p w:rsidR="00C210BF" w:rsidRDefault="00C210BF" w:rsidP="007F5501">
      <w:pPr>
        <w:pStyle w:val="ListParagraph"/>
      </w:pPr>
    </w:p>
    <w:p w:rsidR="00C210BF" w:rsidRDefault="00C210BF" w:rsidP="007F5501">
      <w:pPr>
        <w:pStyle w:val="ListParagraph"/>
      </w:pPr>
    </w:p>
    <w:p w:rsidR="00C210BF" w:rsidRDefault="00C210BF" w:rsidP="00F34D53">
      <w:pPr>
        <w:pStyle w:val="ListParagraph"/>
      </w:pPr>
    </w:p>
    <w:p w:rsidR="00C210BF" w:rsidRDefault="00C210BF" w:rsidP="00F34D53">
      <w:pPr>
        <w:pStyle w:val="ListParagraph"/>
        <w:numPr>
          <w:ilvl w:val="0"/>
          <w:numId w:val="1"/>
        </w:numPr>
      </w:pPr>
      <w:r>
        <w:t>Describe what is happening during each of the 4 stages of the demographic transition</w:t>
      </w:r>
    </w:p>
    <w:p w:rsidR="00C210BF" w:rsidRDefault="00C210BF" w:rsidP="00546A04">
      <w:pPr>
        <w:pStyle w:val="ListParagraph"/>
      </w:pPr>
    </w:p>
    <w:p w:rsidR="00C210BF" w:rsidRDefault="00C210BF" w:rsidP="00546A04"/>
    <w:p w:rsidR="00C210BF" w:rsidRDefault="00C210BF" w:rsidP="00546A04"/>
    <w:p w:rsidR="00C210BF" w:rsidRDefault="00C210BF" w:rsidP="00546A04">
      <w:pPr>
        <w:pStyle w:val="ListParagraph"/>
      </w:pPr>
    </w:p>
    <w:p w:rsidR="00C210BF" w:rsidRDefault="00C210BF" w:rsidP="00F34D53">
      <w:pPr>
        <w:pStyle w:val="ListParagraph"/>
        <w:numPr>
          <w:ilvl w:val="0"/>
          <w:numId w:val="1"/>
        </w:numPr>
      </w:pPr>
      <w:r>
        <w:t>What strategy has proved successful in lowering birth rates in the developing world? Why has it been a success?</w:t>
      </w:r>
    </w:p>
    <w:p w:rsidR="00C210BF" w:rsidRDefault="00C210BF" w:rsidP="00546A04"/>
    <w:p w:rsidR="00C210BF" w:rsidRDefault="00C210BF" w:rsidP="00F34D53">
      <w:pPr>
        <w:pStyle w:val="ListParagraph"/>
        <w:numPr>
          <w:ilvl w:val="0"/>
          <w:numId w:val="1"/>
        </w:numPr>
      </w:pPr>
      <w:r>
        <w:t>Describe worldwide population projections for the next 50 years</w:t>
      </w:r>
    </w:p>
    <w:p w:rsidR="00C210BF" w:rsidRDefault="00C210BF" w:rsidP="00F34D53"/>
    <w:sectPr w:rsidR="00C210BF" w:rsidSect="005176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092A2E"/>
    <w:multiLevelType w:val="hybridMultilevel"/>
    <w:tmpl w:val="C4D6CBF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4D53"/>
    <w:rsid w:val="00094D9A"/>
    <w:rsid w:val="00517665"/>
    <w:rsid w:val="00546A04"/>
    <w:rsid w:val="00634DC8"/>
    <w:rsid w:val="007F5501"/>
    <w:rsid w:val="00BB7C82"/>
    <w:rsid w:val="00C210BF"/>
    <w:rsid w:val="00D427C3"/>
    <w:rsid w:val="00F34D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7665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34D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177</Words>
  <Characters>1010</Characters>
  <Application>Microsoft Office Outlook</Application>
  <DocSecurity>0</DocSecurity>
  <Lines>0</Lines>
  <Paragraphs>0</Paragraphs>
  <ScaleCrop>false</ScaleCrop>
  <Company>DMPS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Population Unit Test Study Guide</dc:title>
  <dc:subject/>
  <dc:creator>Nsereko Wantate, Noreen</dc:creator>
  <cp:keywords/>
  <dc:description/>
  <cp:lastModifiedBy>L-Net</cp:lastModifiedBy>
  <cp:revision>2</cp:revision>
  <dcterms:created xsi:type="dcterms:W3CDTF">2011-11-09T20:41:00Z</dcterms:created>
  <dcterms:modified xsi:type="dcterms:W3CDTF">2011-11-09T20:41:00Z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0x010100C3F992EC28611349A9CBD8DEFA8AAFB4</vt:lpwstr>
  </property>
</Properties>
</file>