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943" w:rsidRDefault="00BE19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Project goals for this week</w:t>
      </w:r>
    </w:p>
    <w:p w:rsidR="00BE1943" w:rsidRDefault="00BE1943" w:rsidP="003D4E7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 able to define what it means to be critically endangered, endangered, threatened, vulnerable, near threatened.</w:t>
      </w:r>
    </w:p>
    <w:p w:rsidR="00BE1943" w:rsidRDefault="00BE1943" w:rsidP="003D4E7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Take 2 virtual tours of zoos. Decide what you think are the good and bad features of the exhibits you visited.</w:t>
      </w:r>
    </w:p>
    <w:p w:rsidR="00BE1943" w:rsidRDefault="00BE1943" w:rsidP="003D4E7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Choose one endangered species that will be the center attraction for your exhibit and be able to justify why you have chosen this species</w:t>
      </w:r>
    </w:p>
    <w:p w:rsidR="00BE1943" w:rsidRDefault="00BE1943" w:rsidP="003D4E7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Research the main causes of species endangerment.</w:t>
      </w:r>
    </w:p>
    <w:p w:rsidR="00BE1943" w:rsidRDefault="00BE1943" w:rsidP="003D4E7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Find out why your chosen species is endangered (you will need this info. on your educational display)</w:t>
      </w:r>
    </w:p>
    <w:p w:rsidR="00BE1943" w:rsidRDefault="00BE1943" w:rsidP="003D4E7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Research what is being done to save this species (also to be included on your display)</w:t>
      </w:r>
    </w:p>
    <w:p w:rsidR="00BE1943" w:rsidRDefault="00BE1943" w:rsidP="003D4E7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Choose minor species that will live with the major animal. These may be common, or endangered but should come from the same part of the world</w:t>
      </w:r>
    </w:p>
    <w:p w:rsidR="00BE1943" w:rsidRDefault="00BE1943" w:rsidP="003D4E7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where in the world your major animal is found (you may want to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include a map on your educational display)</w:t>
      </w:r>
    </w:p>
    <w:p w:rsidR="00BE1943" w:rsidRDefault="00BE1943" w:rsidP="003D4E7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the biome where your animal is found</w:t>
      </w:r>
    </w:p>
    <w:p w:rsidR="00BE1943" w:rsidRDefault="00BE1943" w:rsidP="003D4E7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Describe the major characteristics of this biome (you will need this for your educational display)</w:t>
      </w:r>
    </w:p>
    <w:p w:rsidR="00BE1943" w:rsidRDefault="00BE1943" w:rsidP="003D4E7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Describe the habitat of your major animal (this will help you design your exhibit)</w:t>
      </w:r>
    </w:p>
    <w:p w:rsidR="00BE1943" w:rsidRDefault="00BE1943" w:rsidP="003D4E7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Research interesting facts about your chosen animal (these will be needed for your educational display)</w:t>
      </w:r>
    </w:p>
    <w:p w:rsidR="00BE1943" w:rsidRDefault="00BE1943" w:rsidP="003D4E7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Decide who will be responsible for writing the proposal</w:t>
      </w:r>
    </w:p>
    <w:p w:rsidR="00BE1943" w:rsidRDefault="00BE1943" w:rsidP="003D4E7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Decide who will be responsible for the educational displays</w:t>
      </w:r>
    </w:p>
    <w:p w:rsidR="00BE1943" w:rsidRDefault="00BE1943" w:rsidP="003D4E7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Decide who will be responsible for designing the exhibit</w:t>
      </w:r>
    </w:p>
    <w:p w:rsidR="00BE1943" w:rsidRDefault="00BE1943" w:rsidP="003D4E7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Decide who will build the exhibit</w:t>
      </w:r>
    </w:p>
    <w:p w:rsidR="00BE1943" w:rsidRDefault="00BE1943" w:rsidP="00E713C0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:rsidR="00BE1943" w:rsidRDefault="00BE1943" w:rsidP="00E713C0">
      <w:r>
        <w:t xml:space="preserve">Vitrual Zoo </w:t>
      </w:r>
      <w:smartTag w:uri="urn:schemas-microsoft-com:office:smarttags" w:element="City">
        <w:smartTag w:uri="urn:schemas-microsoft-com:office:smarttags" w:element="place">
          <w:r>
            <w:t>Tours</w:t>
          </w:r>
        </w:smartTag>
      </w:smartTag>
    </w:p>
    <w:p w:rsidR="00BE1943" w:rsidRDefault="00BE1943" w:rsidP="00E713C0">
      <w:hyperlink r:id="rId5" w:history="1">
        <w:r w:rsidRPr="002C2633">
          <w:rPr>
            <w:rStyle w:val="Hyperlink"/>
          </w:rPr>
          <w:t>http://www.360stlouis.com/zoo/coursetour.htm</w:t>
        </w:r>
      </w:hyperlink>
    </w:p>
    <w:p w:rsidR="00BE1943" w:rsidRDefault="00BE1943" w:rsidP="00E713C0">
      <w:hyperlink r:id="rId6" w:history="1">
        <w:r w:rsidRPr="002C2633">
          <w:rPr>
            <w:rStyle w:val="Hyperlink"/>
          </w:rPr>
          <w:t>http://www.360cities.net/virtual-tour/london-zoo?view=simple</w:t>
        </w:r>
      </w:hyperlink>
    </w:p>
    <w:p w:rsidR="00BE1943" w:rsidRDefault="00BE1943" w:rsidP="00E713C0">
      <w:hyperlink r:id="rId7" w:history="1">
        <w:r w:rsidRPr="002C2633">
          <w:rPr>
            <w:rStyle w:val="Hyperlink"/>
          </w:rPr>
          <w:t>http://www.realnd.com/dakotazooindex.htm</w:t>
        </w:r>
      </w:hyperlink>
    </w:p>
    <w:p w:rsidR="00BE1943" w:rsidRDefault="00BE1943" w:rsidP="00E713C0">
      <w:r>
        <w:t>List of endangered species</w:t>
      </w:r>
    </w:p>
    <w:p w:rsidR="00BE1943" w:rsidRDefault="00BE1943" w:rsidP="00E713C0">
      <w:hyperlink r:id="rId8" w:history="1">
        <w:r w:rsidRPr="00430365">
          <w:rPr>
            <w:rStyle w:val="Hyperlink"/>
          </w:rPr>
          <w:t>http://www.earthsendangered.com/list.asp</w:t>
        </w:r>
      </w:hyperlink>
    </w:p>
    <w:p w:rsidR="00BE1943" w:rsidRDefault="00BE1943" w:rsidP="00E713C0">
      <w:hyperlink r:id="rId9" w:history="1">
        <w:r w:rsidRPr="00430365">
          <w:rPr>
            <w:rStyle w:val="Hyperlink"/>
          </w:rPr>
          <w:t>http://www.kidsplanet.org/factsheets/map.html</w:t>
        </w:r>
      </w:hyperlink>
    </w:p>
    <w:p w:rsidR="00BE1943" w:rsidRPr="003D4E76" w:rsidRDefault="00BE1943" w:rsidP="00E713C0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sectPr w:rsidR="00BE1943" w:rsidRPr="003D4E76" w:rsidSect="001305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33C44"/>
    <w:multiLevelType w:val="hybridMultilevel"/>
    <w:tmpl w:val="9DBA5B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4E76"/>
    <w:rsid w:val="00130511"/>
    <w:rsid w:val="002C2633"/>
    <w:rsid w:val="003D4E76"/>
    <w:rsid w:val="00430365"/>
    <w:rsid w:val="005B7C76"/>
    <w:rsid w:val="005E01EC"/>
    <w:rsid w:val="005E32F8"/>
    <w:rsid w:val="006A7324"/>
    <w:rsid w:val="006F1EF8"/>
    <w:rsid w:val="00751D1A"/>
    <w:rsid w:val="008355F8"/>
    <w:rsid w:val="008F531D"/>
    <w:rsid w:val="00AE720A"/>
    <w:rsid w:val="00BE1943"/>
    <w:rsid w:val="00DF21DF"/>
    <w:rsid w:val="00E713C0"/>
    <w:rsid w:val="00F50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51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D4E76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713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rthsendangered.com/list.asp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www.realnd.com/dakotazooindex.htm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360cities.net/virtual-tour/london-zoo?view=simpl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360stlouis.com/zoo/coursetour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idsplanet.org/factsheets/map.html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F992EC28611349A9CBD8DEFA8AAFB4" ma:contentTypeVersion="0" ma:contentTypeDescription="Create a new document." ma:contentTypeScope="" ma:versionID="4e3f9da4e7f31683fc874a8dbda13c2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76841AA-BDB9-4DAF-BFE5-23AB46B1DA00}"/>
</file>

<file path=customXml/itemProps2.xml><?xml version="1.0" encoding="utf-8"?>
<ds:datastoreItem xmlns:ds="http://schemas.openxmlformats.org/officeDocument/2006/customXml" ds:itemID="{FC075DB7-9F4E-4D9A-886A-F7E946965470}"/>
</file>

<file path=customXml/itemProps3.xml><?xml version="1.0" encoding="utf-8"?>
<ds:datastoreItem xmlns:ds="http://schemas.openxmlformats.org/officeDocument/2006/customXml" ds:itemID="{B0183B30-2CD6-401B-AE55-42F0FD35CB9F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302</Words>
  <Characters>1722</Characters>
  <Application>Microsoft Office Outlook</Application>
  <DocSecurity>0</DocSecurity>
  <Lines>0</Lines>
  <Paragraphs>0</Paragraphs>
  <ScaleCrop>false</ScaleCrop>
  <Company>DMPS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goals for this week</dc:title>
  <dc:subject/>
  <dc:creator>Nsereko Wantate, Noreen</dc:creator>
  <cp:keywords/>
  <dc:description/>
  <cp:lastModifiedBy>L-Net</cp:lastModifiedBy>
  <cp:revision>3</cp:revision>
  <cp:lastPrinted>2011-09-26T12:24:00Z</cp:lastPrinted>
  <dcterms:created xsi:type="dcterms:W3CDTF">2011-09-26T12:25:00Z</dcterms:created>
  <dcterms:modified xsi:type="dcterms:W3CDTF">2011-09-26T19:37:00Z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0x010100C3F992EC28611349A9CBD8DEFA8AAFB4</vt:lpwstr>
  </property>
</Properties>
</file>