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CA" w:rsidRDefault="00CF44CA">
      <w:r>
        <w:t>Important content for written proposal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Introduction to exhibit theme and focus on species endangerment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Major animal description including scientific name, status, habitat, place in the food chain, causes of endangerment</w:t>
      </w:r>
      <w:bookmarkStart w:id="0" w:name="_GoBack"/>
      <w:bookmarkEnd w:id="0"/>
    </w:p>
    <w:p w:rsidR="00CF44CA" w:rsidRPr="0006103B" w:rsidRDefault="00CF44CA" w:rsidP="0006103B">
      <w:pPr>
        <w:pStyle w:val="ListParagraph"/>
        <w:numPr>
          <w:ilvl w:val="0"/>
          <w:numId w:val="1"/>
        </w:numPr>
      </w:pPr>
      <w:r w:rsidRPr="0006103B">
        <w:t xml:space="preserve">Convincing argument as to why this animal should be showcased. Ex. Is it native to </w:t>
      </w:r>
      <w:smartTag w:uri="urn:schemas-microsoft-com:office:smarttags" w:element="place">
        <w:smartTag w:uri="urn:schemas-microsoft-com:office:smarttags" w:element="State">
          <w:r w:rsidRPr="0006103B">
            <w:t>Iowa</w:t>
          </w:r>
        </w:smartTag>
      </w:smartTag>
      <w:r w:rsidRPr="0006103B">
        <w:t>? Does it play a particularly important role in the ecosystem? Is it a keystone or flagship species?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Number of animals of each species to be kept in exhibit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 xml:space="preserve">How the animals are to be kept safe and comfortable through the </w:t>
      </w:r>
      <w:smartTag w:uri="urn:schemas-microsoft-com:office:smarttags" w:element="place">
        <w:smartTag w:uri="urn:schemas-microsoft-com:office:smarttags" w:element="State">
          <w:r>
            <w:t>Iowa</w:t>
          </w:r>
        </w:smartTag>
      </w:smartTag>
      <w:r>
        <w:t xml:space="preserve"> seasons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Size of exhibit and off exhibit holdings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Availability of food and water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Explain how the exhibit will be cleaned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How has visitor safety and keeper safety been considered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Explanation of how the exhibit will complement existing zoo exhibits and draw visitors to the zoo.</w:t>
      </w:r>
    </w:p>
    <w:p w:rsidR="00CF44CA" w:rsidRDefault="00CF44CA" w:rsidP="005A7929">
      <w:pPr>
        <w:pStyle w:val="ListParagraph"/>
        <w:numPr>
          <w:ilvl w:val="0"/>
          <w:numId w:val="1"/>
        </w:numPr>
      </w:pPr>
      <w:r>
        <w:t>Closing argument making a strong case for your exhibit to be selected.</w:t>
      </w:r>
    </w:p>
    <w:sectPr w:rsidR="00CF44CA" w:rsidSect="00E04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53EF8"/>
    <w:multiLevelType w:val="hybridMultilevel"/>
    <w:tmpl w:val="FBB035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929"/>
    <w:rsid w:val="0006103B"/>
    <w:rsid w:val="000A561D"/>
    <w:rsid w:val="00326BEA"/>
    <w:rsid w:val="00473792"/>
    <w:rsid w:val="005A7929"/>
    <w:rsid w:val="007906EC"/>
    <w:rsid w:val="007E21A6"/>
    <w:rsid w:val="00910275"/>
    <w:rsid w:val="0093360B"/>
    <w:rsid w:val="00962D29"/>
    <w:rsid w:val="00B9576C"/>
    <w:rsid w:val="00BB4DDD"/>
    <w:rsid w:val="00CF44CA"/>
    <w:rsid w:val="00E04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43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79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992EC28611349A9CBD8DEFA8AAFB4" ma:contentTypeVersion="0" ma:contentTypeDescription="Create a new document." ma:contentTypeScope="" ma:versionID="4e3f9da4e7f31683fc874a8dbda13c2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BF2AF8F-81A7-4D7B-A842-9DC1376E2AE4}"/>
</file>

<file path=customXml/itemProps2.xml><?xml version="1.0" encoding="utf-8"?>
<ds:datastoreItem xmlns:ds="http://schemas.openxmlformats.org/officeDocument/2006/customXml" ds:itemID="{069BD70C-2E9B-450B-8ED3-E3BC3ADD168A}"/>
</file>

<file path=customXml/itemProps3.xml><?xml version="1.0" encoding="utf-8"?>
<ds:datastoreItem xmlns:ds="http://schemas.openxmlformats.org/officeDocument/2006/customXml" ds:itemID="{55BBFF1D-1395-473D-8411-E492603ABB23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131</Words>
  <Characters>749</Characters>
  <Application>Microsoft Office Outlook</Application>
  <DocSecurity>0</DocSecurity>
  <Lines>0</Lines>
  <Paragraphs>0</Paragraphs>
  <ScaleCrop>false</ScaleCrop>
  <Company>DMPS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6</cp:revision>
  <dcterms:created xsi:type="dcterms:W3CDTF">2011-06-15T19:42:00Z</dcterms:created>
  <dcterms:modified xsi:type="dcterms:W3CDTF">2011-09-29T18:03:00Z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0x010100C3F992EC28611349A9CBD8DEFA8AAFB4</vt:lpwstr>
  </property>
</Properties>
</file>